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A60" w:rsidRDefault="00591A60" w:rsidP="008E4F63">
      <w:pPr>
        <w:rPr>
          <w:b/>
          <w:sz w:val="32"/>
          <w:szCs w:val="32"/>
        </w:rPr>
      </w:pPr>
      <w:r w:rsidRPr="008E4F63">
        <w:rPr>
          <w:b/>
          <w:sz w:val="32"/>
          <w:szCs w:val="32"/>
        </w:rPr>
        <w:t>INFORMATION  SYSTEME DE RECONNAISSANCE</w:t>
      </w:r>
      <w:r>
        <w:rPr>
          <w:b/>
          <w:sz w:val="32"/>
          <w:szCs w:val="32"/>
        </w:rPr>
        <w:t xml:space="preserve"> 3D</w:t>
      </w:r>
    </w:p>
    <w:p w:rsidR="00591A60" w:rsidRPr="008E4F63" w:rsidRDefault="00591A60" w:rsidP="008E4F63">
      <w:pPr>
        <w:rPr>
          <w:b/>
          <w:sz w:val="32"/>
          <w:szCs w:val="32"/>
        </w:rPr>
      </w:pPr>
      <w:r>
        <w:rPr>
          <w:rFonts w:ascii="Arial" w:hAnsi="Arial" w:cs="Arial"/>
          <w:color w:val="FF0000"/>
          <w:sz w:val="12"/>
          <w:szCs w:val="12"/>
        </w:rPr>
        <w:t>(Contrat à titre indicatif  à modifier selon type de centre et voir votre conseil juridique)</w:t>
      </w:r>
    </w:p>
    <w:p w:rsidR="00591A60" w:rsidRPr="008E4F63" w:rsidRDefault="00591A60" w:rsidP="004B4321">
      <w:pPr>
        <w:jc w:val="both"/>
        <w:rPr>
          <w:sz w:val="28"/>
          <w:szCs w:val="28"/>
        </w:rPr>
      </w:pPr>
      <w:r w:rsidRPr="008E4F63">
        <w:rPr>
          <w:sz w:val="28"/>
          <w:szCs w:val="28"/>
        </w:rPr>
        <w:t xml:space="preserve">Pour des raisons de sécurité, notamment pendant les heures de libre service et le soir un système de reconnaissance est en place dans cet établissement. Ce dispositif concerne uniquement les membres cotisants du club afin d'accéder aux installations, les visiteurs ou </w:t>
      </w:r>
      <w:r>
        <w:rPr>
          <w:sz w:val="28"/>
          <w:szCs w:val="28"/>
        </w:rPr>
        <w:t xml:space="preserve">les </w:t>
      </w:r>
      <w:r w:rsidRPr="008E4F63">
        <w:rPr>
          <w:sz w:val="28"/>
          <w:szCs w:val="28"/>
        </w:rPr>
        <w:t>autres personnels d</w:t>
      </w:r>
      <w:r>
        <w:rPr>
          <w:sz w:val="28"/>
          <w:szCs w:val="28"/>
        </w:rPr>
        <w:t>oivent</w:t>
      </w:r>
      <w:r w:rsidRPr="008E4F63">
        <w:rPr>
          <w:sz w:val="28"/>
          <w:szCs w:val="28"/>
        </w:rPr>
        <w:t xml:space="preserve"> passer impérativement.par l'accueil </w:t>
      </w:r>
    </w:p>
    <w:p w:rsidR="00591A60" w:rsidRPr="008E4F63" w:rsidRDefault="00591A60" w:rsidP="004B4321">
      <w:pPr>
        <w:jc w:val="both"/>
        <w:rPr>
          <w:sz w:val="28"/>
          <w:szCs w:val="28"/>
        </w:rPr>
      </w:pPr>
      <w:r w:rsidRPr="008E4F63">
        <w:rPr>
          <w:sz w:val="28"/>
          <w:szCs w:val="28"/>
        </w:rPr>
        <w:t>-</w:t>
      </w:r>
      <w:r>
        <w:rPr>
          <w:sz w:val="28"/>
          <w:szCs w:val="28"/>
        </w:rPr>
        <w:t>P</w:t>
      </w:r>
      <w:r w:rsidRPr="008E4F63">
        <w:rPr>
          <w:sz w:val="28"/>
          <w:szCs w:val="28"/>
        </w:rPr>
        <w:t>résentez votre carte de membre sur le lecteur (uniquement)</w:t>
      </w:r>
    </w:p>
    <w:p w:rsidR="00591A60" w:rsidRPr="008E4F63" w:rsidRDefault="00591A60" w:rsidP="004B4321">
      <w:pPr>
        <w:jc w:val="both"/>
        <w:rPr>
          <w:sz w:val="28"/>
          <w:szCs w:val="28"/>
        </w:rPr>
      </w:pPr>
      <w:r w:rsidRPr="008E4F63">
        <w:rPr>
          <w:sz w:val="28"/>
          <w:szCs w:val="28"/>
        </w:rPr>
        <w:t>-</w:t>
      </w:r>
      <w:r>
        <w:rPr>
          <w:sz w:val="28"/>
          <w:szCs w:val="28"/>
        </w:rPr>
        <w:t>Placer</w:t>
      </w:r>
      <w:r w:rsidRPr="008E4F63">
        <w:rPr>
          <w:sz w:val="28"/>
          <w:szCs w:val="28"/>
        </w:rPr>
        <w:t xml:space="preserve"> votre visage devant le cadre de l'appareil  (uniquement)</w:t>
      </w:r>
    </w:p>
    <w:p w:rsidR="00591A60" w:rsidRPr="008E4F63" w:rsidRDefault="00591A60" w:rsidP="004B4321">
      <w:pPr>
        <w:jc w:val="both"/>
        <w:rPr>
          <w:sz w:val="28"/>
          <w:szCs w:val="28"/>
        </w:rPr>
      </w:pPr>
      <w:r w:rsidRPr="008E4F63">
        <w:rPr>
          <w:sz w:val="28"/>
          <w:szCs w:val="28"/>
        </w:rPr>
        <w:t>-</w:t>
      </w:r>
      <w:r>
        <w:rPr>
          <w:sz w:val="28"/>
          <w:szCs w:val="28"/>
        </w:rPr>
        <w:t>P</w:t>
      </w:r>
      <w:r w:rsidRPr="008E4F63">
        <w:rPr>
          <w:sz w:val="28"/>
          <w:szCs w:val="28"/>
        </w:rPr>
        <w:t>ositionne</w:t>
      </w:r>
      <w:r>
        <w:rPr>
          <w:sz w:val="28"/>
          <w:szCs w:val="28"/>
        </w:rPr>
        <w:t>z vous</w:t>
      </w:r>
      <w:r w:rsidRPr="008E4F63">
        <w:rPr>
          <w:sz w:val="28"/>
          <w:szCs w:val="28"/>
        </w:rPr>
        <w:t xml:space="preserve"> comme indiqué en pliant ou tendant les jambes afin que </w:t>
      </w:r>
      <w:r>
        <w:rPr>
          <w:sz w:val="28"/>
          <w:szCs w:val="28"/>
        </w:rPr>
        <w:t xml:space="preserve">   </w:t>
      </w:r>
      <w:r w:rsidRPr="008E4F63">
        <w:rPr>
          <w:sz w:val="28"/>
          <w:szCs w:val="28"/>
        </w:rPr>
        <w:t>votre visage corresponde au cadre sélectionné.</w:t>
      </w:r>
    </w:p>
    <w:p w:rsidR="00591A60" w:rsidRPr="008E4F63" w:rsidRDefault="00591A60" w:rsidP="004B4321">
      <w:pPr>
        <w:jc w:val="both"/>
        <w:rPr>
          <w:sz w:val="28"/>
          <w:szCs w:val="28"/>
        </w:rPr>
      </w:pPr>
      <w:r w:rsidRPr="008E4F63">
        <w:rPr>
          <w:sz w:val="28"/>
          <w:szCs w:val="28"/>
        </w:rPr>
        <w:t>-Une photo sera prise et comparée à celle de votre fiche client.</w:t>
      </w:r>
    </w:p>
    <w:p w:rsidR="00591A60" w:rsidRDefault="00591A60" w:rsidP="004B4321">
      <w:pPr>
        <w:jc w:val="both"/>
        <w:rPr>
          <w:sz w:val="28"/>
          <w:szCs w:val="28"/>
        </w:rPr>
      </w:pPr>
      <w:r w:rsidRPr="008E4F63">
        <w:rPr>
          <w:sz w:val="28"/>
          <w:szCs w:val="28"/>
        </w:rPr>
        <w:t>-Si cela correspond votre passage sera accepté.</w:t>
      </w:r>
    </w:p>
    <w:p w:rsidR="00591A60" w:rsidRPr="008E4F63" w:rsidRDefault="00591A60" w:rsidP="004B4321">
      <w:pPr>
        <w:jc w:val="both"/>
        <w:rPr>
          <w:sz w:val="28"/>
          <w:szCs w:val="28"/>
        </w:rPr>
      </w:pPr>
    </w:p>
    <w:p w:rsidR="00591A60" w:rsidRPr="008E4F63" w:rsidRDefault="00591A60" w:rsidP="004B4321">
      <w:pPr>
        <w:jc w:val="both"/>
        <w:rPr>
          <w:sz w:val="28"/>
          <w:szCs w:val="28"/>
        </w:rPr>
      </w:pPr>
      <w:r w:rsidRPr="008E4F63">
        <w:rPr>
          <w:sz w:val="28"/>
          <w:szCs w:val="28"/>
        </w:rPr>
        <w:t>Vous seul activez la prise de la photo et la comparaison, uniquement par le fait que vous présentiez votre carte de membre, qui doit être à jour de cotisation et en cours de validité.</w:t>
      </w:r>
    </w:p>
    <w:p w:rsidR="00591A60" w:rsidRPr="008972D5" w:rsidRDefault="00591A60" w:rsidP="008972D5">
      <w:pPr>
        <w:jc w:val="both"/>
        <w:rPr>
          <w:sz w:val="28"/>
          <w:szCs w:val="28"/>
        </w:rPr>
      </w:pPr>
      <w:r w:rsidRPr="008E4F63">
        <w:rPr>
          <w:sz w:val="28"/>
          <w:szCs w:val="28"/>
        </w:rPr>
        <w:t xml:space="preserve">Aucune photo prise lors de votre passage ne sera stockée. </w:t>
      </w:r>
      <w:r>
        <w:rPr>
          <w:sz w:val="28"/>
          <w:szCs w:val="28"/>
        </w:rPr>
        <w:t>V</w:t>
      </w:r>
      <w:r w:rsidRPr="008E4F63">
        <w:rPr>
          <w:sz w:val="28"/>
          <w:szCs w:val="28"/>
        </w:rPr>
        <w:t xml:space="preserve">ous pouvez soit sur le site par internet </w:t>
      </w:r>
      <w:r w:rsidRPr="00AC2C70">
        <w:rPr>
          <w:color w:val="0000FF"/>
          <w:sz w:val="28"/>
          <w:szCs w:val="28"/>
        </w:rPr>
        <w:t>www.espaceforme.com</w:t>
      </w:r>
      <w:r w:rsidRPr="008E4F63">
        <w:rPr>
          <w:sz w:val="28"/>
          <w:szCs w:val="28"/>
        </w:rPr>
        <w:t xml:space="preserve"> soit en nous envoyant un email à </w:t>
      </w:r>
      <w:r w:rsidRPr="00AC2C70">
        <w:rPr>
          <w:color w:val="0000FF"/>
          <w:sz w:val="28"/>
          <w:szCs w:val="28"/>
        </w:rPr>
        <w:t>www.espaceforme@sfx.com</w:t>
      </w:r>
      <w:r w:rsidRPr="008E4F63">
        <w:rPr>
          <w:color w:val="FF0000"/>
          <w:sz w:val="28"/>
          <w:szCs w:val="28"/>
        </w:rPr>
        <w:t xml:space="preserve"> </w:t>
      </w:r>
      <w:r w:rsidRPr="008E4F63">
        <w:rPr>
          <w:sz w:val="28"/>
          <w:szCs w:val="28"/>
        </w:rPr>
        <w:t>soit directement à l'accueil, demander à supprimer ou modifier la photo de votre fiche client. Pour des raison</w:t>
      </w:r>
      <w:r>
        <w:rPr>
          <w:sz w:val="28"/>
          <w:szCs w:val="28"/>
        </w:rPr>
        <w:t>s</w:t>
      </w:r>
      <w:r w:rsidRPr="008E4F63">
        <w:rPr>
          <w:sz w:val="28"/>
          <w:szCs w:val="28"/>
        </w:rPr>
        <w:t xml:space="preserve"> de confidentialité, celle-ci sera informatiquement supprimée </w:t>
      </w:r>
      <w:r w:rsidRPr="008E4F63">
        <w:rPr>
          <w:color w:val="FF0000"/>
          <w:sz w:val="28"/>
          <w:szCs w:val="28"/>
        </w:rPr>
        <w:t xml:space="preserve">6 </w:t>
      </w:r>
      <w:r w:rsidRPr="008E4F63">
        <w:rPr>
          <w:sz w:val="28"/>
          <w:szCs w:val="28"/>
        </w:rPr>
        <w:t xml:space="preserve">mois après la fin de votre abonnement. Vous pouvez refuser la prise de photo personnelle ainsi que celle de votre fiche client. Dans ce dernier cas vous accepterez de n'accéder aux installations, pour des raisons de sécurité,  que pendant les heures d'ouverture normales lorsque le personnel est présent. </w:t>
      </w:r>
      <w:r>
        <w:rPr>
          <w:sz w:val="28"/>
          <w:szCs w:val="28"/>
        </w:rPr>
        <w:t>V</w:t>
      </w:r>
      <w:r w:rsidRPr="008E4F63">
        <w:rPr>
          <w:sz w:val="28"/>
          <w:szCs w:val="28"/>
        </w:rPr>
        <w:t xml:space="preserve">ous présenterez à chaque fois votre carte d'identité en cours de validité ainsi que votre carte de membre que vous présenterez sur le lecteur. </w:t>
      </w:r>
      <w:r>
        <w:rPr>
          <w:sz w:val="28"/>
          <w:szCs w:val="28"/>
        </w:rPr>
        <w:t>D</w:t>
      </w:r>
      <w:r w:rsidRPr="008E4F63">
        <w:rPr>
          <w:sz w:val="28"/>
          <w:szCs w:val="28"/>
        </w:rPr>
        <w:t>ans les cas où vous changeriez notablement les caractéristiques de votre visage (grossir, maigrir, barbe, moustache, lunette...) veuillez vous présenter à l'accueil pendant les heures de présence</w:t>
      </w:r>
      <w:r>
        <w:rPr>
          <w:sz w:val="28"/>
          <w:szCs w:val="28"/>
        </w:rPr>
        <w:t xml:space="preserve"> commerciale</w:t>
      </w:r>
      <w:r w:rsidRPr="008E4F63">
        <w:rPr>
          <w:sz w:val="28"/>
          <w:szCs w:val="28"/>
        </w:rPr>
        <w:t>, afin de modifier la photo de votre fiche client. Nous restons à votre disposition pour tous renseignements complémentaires.</w:t>
      </w:r>
    </w:p>
    <w:sectPr w:rsidR="00591A60" w:rsidRPr="008972D5" w:rsidSect="008E4F63">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1A63"/>
    <w:rsid w:val="00003420"/>
    <w:rsid w:val="00124202"/>
    <w:rsid w:val="00142C44"/>
    <w:rsid w:val="00296605"/>
    <w:rsid w:val="0033387C"/>
    <w:rsid w:val="003A1A63"/>
    <w:rsid w:val="004B4321"/>
    <w:rsid w:val="00591A60"/>
    <w:rsid w:val="00655EDD"/>
    <w:rsid w:val="008972D5"/>
    <w:rsid w:val="008C3141"/>
    <w:rsid w:val="008E4F63"/>
    <w:rsid w:val="00AC2C70"/>
    <w:rsid w:val="00B11A4F"/>
    <w:rsid w:val="00BA2A2E"/>
    <w:rsid w:val="00C063B1"/>
    <w:rsid w:val="00C3101D"/>
    <w:rsid w:val="00DD535D"/>
    <w:rsid w:val="00E01B87"/>
    <w:rsid w:val="00EE3093"/>
    <w:rsid w:val="00FB4E1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B8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1</Pages>
  <Words>331</Words>
  <Characters>1821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Frédérick Touzey</dc:creator>
  <cp:keywords/>
  <dc:description/>
  <cp:lastModifiedBy>thb</cp:lastModifiedBy>
  <cp:revision>18</cp:revision>
  <cp:lastPrinted>2013-03-15T16:11:00Z</cp:lastPrinted>
  <dcterms:created xsi:type="dcterms:W3CDTF">2013-03-14T17:39:00Z</dcterms:created>
  <dcterms:modified xsi:type="dcterms:W3CDTF">2013-04-16T13:32:00Z</dcterms:modified>
</cp:coreProperties>
</file>